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C2011" w14:textId="77777777" w:rsidR="004D36D7" w:rsidRPr="00FD4A68" w:rsidRDefault="0090447F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5BD3A020DB5E457585B11D6BE2AFFA3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5A0E3A" w:rsidRPr="005A0E3A">
            <w:t xml:space="preserve">Class Activity </w:t>
          </w:r>
          <w:r w:rsidR="005A0E3A">
            <w:t>-</w:t>
          </w:r>
          <w:r w:rsidR="005A0E3A" w:rsidRPr="005A0E3A">
            <w:t xml:space="preserve"> Top Hacker Shows Us How It is Done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7A16F514" w14:textId="77777777" w:rsidR="00D778DF" w:rsidRPr="009A1CF4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5DC4F65A" w14:textId="77777777" w:rsidR="00D778DF" w:rsidRPr="00E70096" w:rsidRDefault="00D778DF" w:rsidP="00D452F4">
      <w:pPr>
        <w:pStyle w:val="Heading1"/>
      </w:pPr>
      <w:r w:rsidRPr="00E70096">
        <w:t>Objectives</w:t>
      </w:r>
    </w:p>
    <w:p w14:paraId="682BBEB9" w14:textId="20677CF1" w:rsidR="005A0E3A" w:rsidRDefault="005A0E3A" w:rsidP="005A0E3A">
      <w:pPr>
        <w:pStyle w:val="BodyTextL25"/>
      </w:pPr>
      <w:r w:rsidRPr="003C7F8F">
        <w:t>Understand vulnerabilities of wireless and other common technologies</w:t>
      </w:r>
    </w:p>
    <w:p w14:paraId="3D30FD2C" w14:textId="7D9C0030" w:rsidR="008503D7" w:rsidRDefault="00D11F84" w:rsidP="008503D7">
      <w:pPr>
        <w:pStyle w:val="BodyTextL25Bold"/>
      </w:pPr>
      <w:r>
        <w:t>Part</w:t>
      </w:r>
      <w:r w:rsidR="008503D7">
        <w:t xml:space="preserve"> 1: View the TEDx Video “Top Hacker Shows Us How It’s Done; </w:t>
      </w:r>
      <w:proofErr w:type="spellStart"/>
      <w:r w:rsidR="008503D7">
        <w:t>Pablos</w:t>
      </w:r>
      <w:proofErr w:type="spellEnd"/>
      <w:r w:rsidR="008503D7">
        <w:t xml:space="preserve"> Holman at </w:t>
      </w:r>
      <w:proofErr w:type="spellStart"/>
      <w:r w:rsidR="008503D7">
        <w:t>TEDxMidwests</w:t>
      </w:r>
      <w:proofErr w:type="spellEnd"/>
      <w:r w:rsidR="008503D7">
        <w:t>”</w:t>
      </w:r>
    </w:p>
    <w:p w14:paraId="793301A5" w14:textId="0A4BE3EA" w:rsidR="008503D7" w:rsidRPr="003C7F8F" w:rsidRDefault="00D11F84" w:rsidP="008503D7">
      <w:pPr>
        <w:pStyle w:val="BodyTextL25Bold"/>
      </w:pPr>
      <w:r>
        <w:t>Part</w:t>
      </w:r>
      <w:r w:rsidR="008503D7">
        <w:t xml:space="preserve"> 2: Answer the following questions</w:t>
      </w:r>
    </w:p>
    <w:p w14:paraId="7140ABDA" w14:textId="77777777" w:rsidR="00D778DF" w:rsidRDefault="00D778DF" w:rsidP="00D452F4">
      <w:pPr>
        <w:pStyle w:val="Heading1"/>
      </w:pPr>
      <w:r w:rsidRPr="00E70096">
        <w:t>Background / Scenario</w:t>
      </w:r>
    </w:p>
    <w:p w14:paraId="590DB292" w14:textId="77777777" w:rsidR="005A0E3A" w:rsidRDefault="005A0E3A" w:rsidP="005A0E3A">
      <w:pPr>
        <w:pStyle w:val="BodyTextL25"/>
      </w:pPr>
      <w:r>
        <w:t>Nearly every “secure” system that is used today can be vulnerable to some type of cyberattack.</w:t>
      </w:r>
    </w:p>
    <w:p w14:paraId="7D8865EC" w14:textId="77777777" w:rsidR="00D778DF" w:rsidRPr="00E70096" w:rsidRDefault="00D778DF" w:rsidP="00D452F4">
      <w:pPr>
        <w:pStyle w:val="Heading1"/>
      </w:pPr>
      <w:r w:rsidRPr="00E70096">
        <w:t>Required Resources</w:t>
      </w:r>
    </w:p>
    <w:p w14:paraId="63614A1F" w14:textId="77777777" w:rsidR="005A0E3A" w:rsidRDefault="005A0E3A" w:rsidP="005A0E3A">
      <w:pPr>
        <w:pStyle w:val="Bulletlevel1"/>
        <w:spacing w:before="60" w:after="60" w:line="276" w:lineRule="auto"/>
      </w:pPr>
      <w:r>
        <w:t>PC or mobile device with internet access</w:t>
      </w:r>
    </w:p>
    <w:p w14:paraId="336F84A9" w14:textId="77777777" w:rsidR="00125806" w:rsidRDefault="00125806" w:rsidP="00D452F4">
      <w:pPr>
        <w:pStyle w:val="Heading1"/>
      </w:pPr>
      <w:r>
        <w:t>Instructions</w:t>
      </w:r>
    </w:p>
    <w:p w14:paraId="3F0ECB6F" w14:textId="77777777" w:rsidR="005A0E3A" w:rsidRDefault="005A0E3A" w:rsidP="002718FD">
      <w:pPr>
        <w:pStyle w:val="Heading2"/>
        <w:ind w:left="900" w:hanging="900"/>
      </w:pPr>
      <w:r>
        <w:t xml:space="preserve">View the TEDx Video “Top Hacker Shows Us How It’s Done; </w:t>
      </w:r>
      <w:proofErr w:type="spellStart"/>
      <w:r>
        <w:t>Pablos</w:t>
      </w:r>
      <w:proofErr w:type="spellEnd"/>
      <w:r>
        <w:t xml:space="preserve"> Holman at </w:t>
      </w:r>
      <w:proofErr w:type="spellStart"/>
      <w:r>
        <w:t>TEDxMidwests</w:t>
      </w:r>
      <w:proofErr w:type="spellEnd"/>
      <w:r>
        <w:t>”</w:t>
      </w:r>
    </w:p>
    <w:p w14:paraId="359F3086" w14:textId="77777777" w:rsidR="005A0E3A" w:rsidRDefault="005A0E3A" w:rsidP="005A0E3A">
      <w:pPr>
        <w:pStyle w:val="SubStepAlpha"/>
      </w:pPr>
      <w:r>
        <w:t>Locate the video on the internet and watch it.</w:t>
      </w:r>
    </w:p>
    <w:p w14:paraId="37155E4B" w14:textId="77777777" w:rsidR="005A0E3A" w:rsidRDefault="005A0E3A" w:rsidP="005A0E3A">
      <w:pPr>
        <w:pStyle w:val="SubStepAlpha"/>
      </w:pPr>
      <w:r>
        <w:t>C</w:t>
      </w:r>
      <w:r w:rsidRPr="00FD49C7">
        <w:t>hoose one of the hacks discussed by Mr. Holman</w:t>
      </w:r>
      <w:r>
        <w:t xml:space="preserve"> in the video</w:t>
      </w:r>
      <w:r w:rsidRPr="00FD49C7">
        <w:t xml:space="preserve"> and </w:t>
      </w:r>
      <w:r>
        <w:t>use your favorite search engine to conduct some additional research on the hack.</w:t>
      </w:r>
    </w:p>
    <w:p w14:paraId="49CF4660" w14:textId="77777777" w:rsidR="005A0E3A" w:rsidRDefault="005A0E3A" w:rsidP="005A0E3A">
      <w:pPr>
        <w:pStyle w:val="SubStepAlpha"/>
      </w:pPr>
      <w:r>
        <w:t xml:space="preserve">For the hack chosen in Step 1b, </w:t>
      </w:r>
      <w:r w:rsidRPr="00FD49C7">
        <w:t xml:space="preserve">answer </w:t>
      </w:r>
      <w:r>
        <w:t>the questions below. Be prepared to share your work in a full class discussion.</w:t>
      </w:r>
    </w:p>
    <w:p w14:paraId="2FCBB6A1" w14:textId="511B411B" w:rsidR="005A0E3A" w:rsidRDefault="005A0E3A" w:rsidP="005A0E3A">
      <w:pPr>
        <w:pStyle w:val="Heading2"/>
      </w:pPr>
      <w:r>
        <w:t>Answer the following questions.</w:t>
      </w:r>
    </w:p>
    <w:p w14:paraId="1D9D9C5A" w14:textId="67DEAF6C" w:rsidR="005A0E3A" w:rsidRPr="005A0E3A" w:rsidRDefault="005A0E3A" w:rsidP="005A0E3A">
      <w:pPr>
        <w:pStyle w:val="Heading3"/>
      </w:pPr>
      <w:r>
        <w:t>Questions:</w:t>
      </w:r>
    </w:p>
    <w:p w14:paraId="352A0B97" w14:textId="1CFAC4D6" w:rsidR="005A0E3A" w:rsidRDefault="005A0E3A" w:rsidP="005A0E3A">
      <w:pPr>
        <w:pStyle w:val="SubStepAlpha"/>
        <w:spacing w:before="0"/>
      </w:pPr>
      <w:r w:rsidRPr="001F0BA9">
        <w:t>What</w:t>
      </w:r>
      <w:r>
        <w:t xml:space="preserve"> is the vulnerability being exploited?</w:t>
      </w:r>
    </w:p>
    <w:p w14:paraId="5B5E159D" w14:textId="5E3B39C7" w:rsidR="005A0E3A" w:rsidRDefault="005A0E3A" w:rsidP="005A0E3A">
      <w:pPr>
        <w:pStyle w:val="AnswerLineL50"/>
      </w:pPr>
      <w:r>
        <w:t>Type your answers here.</w:t>
      </w:r>
    </w:p>
    <w:p w14:paraId="0F9012C6" w14:textId="77777777" w:rsidR="005A0E3A" w:rsidRPr="005A0E3A" w:rsidRDefault="005A0E3A" w:rsidP="005A0E3A">
      <w:pPr>
        <w:pStyle w:val="BodyTextL50"/>
        <w:rPr>
          <w:rStyle w:val="AnswerGray"/>
        </w:rPr>
      </w:pPr>
      <w:r w:rsidRPr="005A0E3A">
        <w:rPr>
          <w:rStyle w:val="AnswerGray"/>
          <w:highlight w:val="lightGray"/>
        </w:rPr>
        <w:t>Answers will vary based on the hack chosen.</w:t>
      </w:r>
    </w:p>
    <w:p w14:paraId="252CF28C" w14:textId="77777777" w:rsidR="005A0E3A" w:rsidRDefault="005A0E3A" w:rsidP="005A0E3A">
      <w:pPr>
        <w:pStyle w:val="SubStepAlpha"/>
      </w:pPr>
      <w:r>
        <w:t>What information, data, or control can be gained by a hacker exploiting this vulnerability?</w:t>
      </w:r>
    </w:p>
    <w:p w14:paraId="70263634" w14:textId="77777777" w:rsidR="005A0E3A" w:rsidRDefault="005A0E3A" w:rsidP="005A0E3A">
      <w:pPr>
        <w:pStyle w:val="AnswerLineL50"/>
      </w:pPr>
      <w:r>
        <w:t>Type your answers here.</w:t>
      </w:r>
    </w:p>
    <w:p w14:paraId="797D435E" w14:textId="77777777" w:rsidR="005A0E3A" w:rsidRPr="005A0E3A" w:rsidRDefault="005A0E3A" w:rsidP="005A0E3A">
      <w:pPr>
        <w:pStyle w:val="BodyTextL50"/>
        <w:rPr>
          <w:rStyle w:val="AnswerGray"/>
        </w:rPr>
      </w:pPr>
      <w:r w:rsidRPr="005A0E3A">
        <w:rPr>
          <w:rStyle w:val="AnswerGray"/>
          <w:highlight w:val="lightGray"/>
        </w:rPr>
        <w:t>Answers will vary based on the hack chosen.</w:t>
      </w:r>
    </w:p>
    <w:p w14:paraId="558E579F" w14:textId="77777777" w:rsidR="005A0E3A" w:rsidRDefault="005A0E3A" w:rsidP="005A0E3A">
      <w:pPr>
        <w:pStyle w:val="SubStepAlpha"/>
      </w:pPr>
      <w:r>
        <w:t>How is the hack performed?</w:t>
      </w:r>
    </w:p>
    <w:p w14:paraId="124BB5C0" w14:textId="7D8838F3" w:rsidR="005A0E3A" w:rsidRDefault="005A0E3A" w:rsidP="005A0E3A">
      <w:pPr>
        <w:pStyle w:val="AnswerLineL50"/>
      </w:pPr>
      <w:r>
        <w:t>Type your answers here.</w:t>
      </w:r>
    </w:p>
    <w:p w14:paraId="52653D72" w14:textId="19981767" w:rsidR="005A0E3A" w:rsidRDefault="005A0E3A" w:rsidP="005A0E3A">
      <w:pPr>
        <w:pStyle w:val="BodyTextL50"/>
        <w:rPr>
          <w:rStyle w:val="AnswerGray"/>
        </w:rPr>
      </w:pPr>
      <w:r w:rsidRPr="005A0E3A">
        <w:rPr>
          <w:rStyle w:val="AnswerGray"/>
          <w:highlight w:val="lightGray"/>
        </w:rPr>
        <w:t>Answers will vary based on the hack chosen.</w:t>
      </w:r>
    </w:p>
    <w:p w14:paraId="7AC67FFD" w14:textId="77777777" w:rsidR="0033512F" w:rsidRPr="005A0E3A" w:rsidRDefault="0033512F" w:rsidP="005A0E3A">
      <w:pPr>
        <w:pStyle w:val="BodyTextL50"/>
        <w:rPr>
          <w:rStyle w:val="AnswerGray"/>
        </w:rPr>
      </w:pPr>
    </w:p>
    <w:p w14:paraId="10F3225F" w14:textId="77777777" w:rsidR="005A0E3A" w:rsidRDefault="005A0E3A" w:rsidP="005A0E3A">
      <w:pPr>
        <w:pStyle w:val="SubStepAlpha"/>
      </w:pPr>
      <w:r>
        <w:lastRenderedPageBreak/>
        <w:t xml:space="preserve">What about this </w:t>
      </w:r>
      <w:proofErr w:type="gramStart"/>
      <w:r>
        <w:t>particular hack</w:t>
      </w:r>
      <w:proofErr w:type="gramEnd"/>
      <w:r>
        <w:t xml:space="preserve"> interested you specifically?</w:t>
      </w:r>
    </w:p>
    <w:p w14:paraId="39600E59" w14:textId="35133B3C" w:rsidR="005A0E3A" w:rsidRDefault="005A0E3A" w:rsidP="005A0E3A">
      <w:pPr>
        <w:pStyle w:val="AnswerLineL50"/>
      </w:pPr>
      <w:r>
        <w:t>Type your answers here.</w:t>
      </w:r>
    </w:p>
    <w:p w14:paraId="5CB0C83E" w14:textId="77777777" w:rsidR="005A0E3A" w:rsidRPr="005A0E3A" w:rsidRDefault="005A0E3A" w:rsidP="005A0E3A">
      <w:pPr>
        <w:pStyle w:val="BodyTextL50"/>
        <w:rPr>
          <w:rStyle w:val="AnswerGray"/>
        </w:rPr>
      </w:pPr>
      <w:r w:rsidRPr="005A0E3A">
        <w:rPr>
          <w:rStyle w:val="AnswerGray"/>
          <w:highlight w:val="lightGray"/>
        </w:rPr>
        <w:t>Answers will vary based on the hack chosen.</w:t>
      </w:r>
    </w:p>
    <w:p w14:paraId="04FED595" w14:textId="77777777" w:rsidR="005A0E3A" w:rsidRDefault="005A0E3A" w:rsidP="005A0E3A">
      <w:pPr>
        <w:pStyle w:val="SubStepAlpha"/>
      </w:pPr>
      <w:r>
        <w:t xml:space="preserve">How do you think this </w:t>
      </w:r>
      <w:proofErr w:type="gramStart"/>
      <w:r>
        <w:t>particular hack</w:t>
      </w:r>
      <w:proofErr w:type="gramEnd"/>
      <w:r>
        <w:t xml:space="preserve"> could be mitigated?</w:t>
      </w:r>
    </w:p>
    <w:p w14:paraId="0F70BD63" w14:textId="731E3CDA" w:rsidR="005A0E3A" w:rsidRDefault="005A0E3A" w:rsidP="005A0E3A">
      <w:pPr>
        <w:pStyle w:val="AnswerLineL50"/>
      </w:pPr>
      <w:r>
        <w:t>Type your answers here.</w:t>
      </w:r>
    </w:p>
    <w:p w14:paraId="61216A5B" w14:textId="77777777" w:rsidR="005A0E3A" w:rsidRPr="005A0E3A" w:rsidRDefault="005A0E3A" w:rsidP="005A0E3A">
      <w:pPr>
        <w:pStyle w:val="BodyTextL50"/>
        <w:rPr>
          <w:rStyle w:val="AnswerGray"/>
        </w:rPr>
      </w:pPr>
      <w:r w:rsidRPr="005A0E3A">
        <w:rPr>
          <w:rStyle w:val="AnswerGray"/>
          <w:highlight w:val="lightGray"/>
        </w:rPr>
        <w:t>Answers will vary based on the hack chosen.</w:t>
      </w:r>
    </w:p>
    <w:p w14:paraId="0D827CFD" w14:textId="27C072A4" w:rsidR="00C162C0" w:rsidRPr="005A0E3A" w:rsidRDefault="005A0E3A" w:rsidP="005A0E3A">
      <w:pPr>
        <w:pStyle w:val="ConfigWindow"/>
      </w:pPr>
      <w:r w:rsidRPr="005A0E3A">
        <w:t>End of document</w:t>
      </w:r>
    </w:p>
    <w:sectPr w:rsidR="00C162C0" w:rsidRPr="005A0E3A" w:rsidSect="0033512F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152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5FBFE" w14:textId="77777777" w:rsidR="0090447F" w:rsidRDefault="0090447F" w:rsidP="00710659">
      <w:pPr>
        <w:spacing w:after="0" w:line="240" w:lineRule="auto"/>
      </w:pPr>
      <w:r>
        <w:separator/>
      </w:r>
    </w:p>
    <w:p w14:paraId="4560F466" w14:textId="77777777" w:rsidR="0090447F" w:rsidRDefault="0090447F"/>
  </w:endnote>
  <w:endnote w:type="continuationSeparator" w:id="0">
    <w:p w14:paraId="3977FF38" w14:textId="77777777" w:rsidR="0090447F" w:rsidRDefault="0090447F" w:rsidP="00710659">
      <w:pPr>
        <w:spacing w:after="0" w:line="240" w:lineRule="auto"/>
      </w:pPr>
      <w:r>
        <w:continuationSeparator/>
      </w:r>
    </w:p>
    <w:p w14:paraId="4B86DDD0" w14:textId="77777777" w:rsidR="0090447F" w:rsidRDefault="009044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38763" w14:textId="25708EFA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732C8">
          <w:t>2017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B40E4F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CC85C" w14:textId="298D5942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732C8">
          <w:t>2017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B40E4F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00333C" w14:textId="77777777" w:rsidR="0090447F" w:rsidRDefault="0090447F" w:rsidP="00710659">
      <w:pPr>
        <w:spacing w:after="0" w:line="240" w:lineRule="auto"/>
      </w:pPr>
      <w:r>
        <w:separator/>
      </w:r>
    </w:p>
    <w:p w14:paraId="21BA2A6A" w14:textId="77777777" w:rsidR="0090447F" w:rsidRDefault="0090447F"/>
  </w:footnote>
  <w:footnote w:type="continuationSeparator" w:id="0">
    <w:p w14:paraId="75EDE40F" w14:textId="77777777" w:rsidR="0090447F" w:rsidRDefault="0090447F" w:rsidP="00710659">
      <w:pPr>
        <w:spacing w:after="0" w:line="240" w:lineRule="auto"/>
      </w:pPr>
      <w:r>
        <w:continuationSeparator/>
      </w:r>
    </w:p>
    <w:p w14:paraId="42530F75" w14:textId="77777777" w:rsidR="0090447F" w:rsidRDefault="009044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5BD3A020DB5E457585B11D6BE2AFFA3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D5E93EB" w14:textId="77777777" w:rsidR="00926CB2" w:rsidRDefault="005A0E3A" w:rsidP="008402F2">
        <w:pPr>
          <w:pStyle w:val="PageHead"/>
        </w:pPr>
        <w:r>
          <w:t>Class Activity - Top Hacker Shows Us How It is Done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B051F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0931DB86" wp14:editId="58BF65EA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04A46AE6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8814214"/>
    <w:multiLevelType w:val="hybridMultilevel"/>
    <w:tmpl w:val="9202B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5E011ED7"/>
    <w:multiLevelType w:val="multilevel"/>
    <w:tmpl w:val="9242673A"/>
    <w:lvl w:ilvl="0">
      <w:start w:val="1"/>
      <w:numFmt w:val="decimal"/>
      <w:suff w:val="space"/>
      <w:lvlText w:val="Part %1:"/>
      <w:lvlJc w:val="left"/>
      <w:pPr>
        <w:ind w:left="5760" w:hanging="1080"/>
      </w:pPr>
      <w:rPr>
        <w:rFonts w:hint="default"/>
      </w:rPr>
    </w:lvl>
    <w:lvl w:ilvl="1">
      <w:start w:val="1"/>
      <w:numFmt w:val="decimal"/>
      <w:suff w:val="space"/>
      <w:lvlText w:val="Step %2:"/>
      <w:lvlJc w:val="left"/>
      <w:pPr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</w:num>
  <w:num w:numId="11">
    <w:abstractNumId w:val="7"/>
    <w:lvlOverride w:ilvl="0">
      <w:lvl w:ilvl="0">
        <w:start w:val="1"/>
        <w:numFmt w:val="decimal"/>
        <w:suff w:val="space"/>
        <w:lvlText w:val="Part %1:"/>
        <w:lvlJc w:val="left"/>
        <w:pPr>
          <w:ind w:left="5760" w:hanging="1080"/>
        </w:pPr>
        <w:rPr>
          <w:rFonts w:hint="default"/>
        </w:rPr>
      </w:lvl>
    </w:lvlOverride>
  </w:num>
  <w:num w:numId="1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30F"/>
    <w:rsid w:val="00001BDF"/>
    <w:rsid w:val="0000380F"/>
    <w:rsid w:val="00004175"/>
    <w:rsid w:val="000059C9"/>
    <w:rsid w:val="00012C22"/>
    <w:rsid w:val="000160F7"/>
    <w:rsid w:val="0001630F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18FD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3203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3512F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64B40"/>
    <w:rsid w:val="00385F90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177B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5FB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0E3A"/>
    <w:rsid w:val="005A6E62"/>
    <w:rsid w:val="005B17DC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073AB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285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3D7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447F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0E4F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1F84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32C8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55D6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6FFFBD"/>
  <w15:docId w15:val="{13CBAA3B-1EE5-40DA-B9A6-AC197CE3F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D11F84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D11F84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D11F84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5A0E3A"/>
    <w:pPr>
      <w:keepNext/>
      <w:spacing w:before="0" w:after="0" w:line="240" w:lineRule="auto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2F3203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33512F"/>
    <w:pPr>
      <w:spacing w:after="420"/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2F3203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D11F84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D11F84"/>
    <w:pPr>
      <w:numPr>
        <w:ilvl w:val="3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D11F84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5A0E3A"/>
    <w:rPr>
      <w:rFonts w:eastAsia="Times New Roman"/>
      <w:bCs/>
      <w:color w:val="FFFFFF" w:themeColor="background1"/>
      <w:sz w:val="6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styleId="ListParagraph">
    <w:name w:val="List Paragraph"/>
    <w:basedOn w:val="Normal"/>
    <w:uiPriority w:val="34"/>
    <w:qFormat/>
    <w:rsid w:val="005A0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BD3A020DB5E457585B11D6BE2AFF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FEE36-4604-4996-A3EF-543820302B61}"/>
      </w:docPartPr>
      <w:docPartBody>
        <w:p w:rsidR="00CC6455" w:rsidRDefault="00D8798F">
          <w:pPr>
            <w:pStyle w:val="5BD3A020DB5E457585B11D6BE2AFFA36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98F"/>
    <w:rsid w:val="008B1F95"/>
    <w:rsid w:val="00C103A6"/>
    <w:rsid w:val="00C11F6F"/>
    <w:rsid w:val="00CC6455"/>
    <w:rsid w:val="00D65ECE"/>
    <w:rsid w:val="00D8798F"/>
    <w:rsid w:val="00F8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BD3A020DB5E457585B11D6BE2AFFA36">
    <w:name w:val="5BD3A020DB5E457585B11D6BE2AFFA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53C8CF-6659-4D7F-BF57-9E61AF5E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11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Activity - Top Hacker Shows Us How It is Done</vt:lpstr>
    </vt:vector>
  </TitlesOfParts>
  <Company>Cisco Systems, Inc.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Activity - Top Hacker Shows Us How It is Done</dc:title>
  <dc:creator>SP</dc:creator>
  <dc:description>2017</dc:description>
  <cp:lastModifiedBy>Suk-Yi Pennock -X (spennock - UNICON INC at Cisco)</cp:lastModifiedBy>
  <cp:revision>8</cp:revision>
  <cp:lastPrinted>2020-07-22T17:04:00Z</cp:lastPrinted>
  <dcterms:created xsi:type="dcterms:W3CDTF">2020-05-18T15:37:00Z</dcterms:created>
  <dcterms:modified xsi:type="dcterms:W3CDTF">2020-07-22T17:32:00Z</dcterms:modified>
</cp:coreProperties>
</file>